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EE" w:rsidRDefault="004562EE" w:rsidP="008235B4">
      <w:pPr>
        <w:pStyle w:val="AttorneyName"/>
        <w:rPr>
          <w:sz w:val="24"/>
          <w:szCs w:val="24"/>
        </w:rPr>
      </w:pPr>
    </w:p>
    <w:p w:rsidR="00575AF2" w:rsidRPr="0003653A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03653A">
        <w:rPr>
          <w:rFonts w:ascii="Times New Roman" w:hAnsi="Times New Roman" w:cs="Times New Roman"/>
          <w:b/>
          <w:sz w:val="24"/>
          <w:szCs w:val="24"/>
        </w:rPr>
        <w:t>YOUR NAME</w:t>
      </w:r>
    </w:p>
    <w:p w:rsidR="00575AF2" w:rsidRPr="0003653A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03653A">
        <w:rPr>
          <w:rFonts w:ascii="Times New Roman" w:hAnsi="Times New Roman" w:cs="Times New Roman"/>
          <w:b/>
          <w:sz w:val="24"/>
          <w:szCs w:val="24"/>
        </w:rPr>
        <w:t>YOUR ADDRESS</w:t>
      </w:r>
    </w:p>
    <w:p w:rsidR="00575AF2" w:rsidRPr="0003653A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03653A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:rsidR="00575AF2" w:rsidRPr="0003653A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03653A">
        <w:rPr>
          <w:rFonts w:ascii="Times New Roman" w:hAnsi="Times New Roman" w:cs="Times New Roman"/>
          <w:b/>
          <w:sz w:val="24"/>
          <w:szCs w:val="24"/>
        </w:rPr>
        <w:t>PHONE NUMBER</w:t>
      </w:r>
    </w:p>
    <w:p w:rsidR="007F6FCF" w:rsidRPr="0003653A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03653A">
        <w:rPr>
          <w:rFonts w:ascii="Times New Roman" w:hAnsi="Times New Roman" w:cs="Times New Roman"/>
          <w:b/>
          <w:sz w:val="24"/>
          <w:szCs w:val="24"/>
        </w:rPr>
        <w:t>EMAIL</w:t>
      </w:r>
    </w:p>
    <w:p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:rsidR="00CE5E93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TRAFFIC DIVISION</w:t>
      </w:r>
    </w:p>
    <w:p w:rsidR="00CE5E93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3131 ARROW STREET</w:t>
      </w:r>
    </w:p>
    <w:p w:rsidR="00CE5E93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BAKERSFIELD, CA 93308</w:t>
      </w:r>
    </w:p>
    <w:p w:rsidR="00CE5E93" w:rsidRPr="007F6FCF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(661) </w:t>
      </w:r>
      <w:r w:rsidR="007A6C83">
        <w:rPr>
          <w:rFonts w:ascii="Times New Roman" w:hAnsi="Times New Roman" w:cs="Times New Roman"/>
          <w:sz w:val="24"/>
          <w:szCs w:val="24"/>
        </w:rPr>
        <w:t>610-7000</w:t>
      </w:r>
    </w:p>
    <w:p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2"/>
        <w:gridCol w:w="276"/>
        <w:gridCol w:w="4902"/>
      </w:tblGrid>
      <w:tr w:rsidR="008235B4" w:rsidRPr="007F6FCF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B4" w:rsidRPr="0003653A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35B4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03653A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B4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6E093F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03653A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Monday – Friday </w:t>
            </w:r>
            <w:r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36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03653A">
              <w:rPr>
                <w:rFonts w:ascii="Times New Roman" w:hAnsi="Times New Roman" w:cs="Times New Roman"/>
                <w:b/>
                <w:sz w:val="24"/>
                <w:szCs w:val="24"/>
              </w:rPr>
              <w:t>Court</w:t>
            </w:r>
            <w:r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6E093F" w:rsidRPr="0003653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Time: 9:30 AM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Dept: T-1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</w:t>
            </w:r>
            <w:r w:rsidR="0004712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</w:tc>
      </w:tr>
    </w:tbl>
    <w:p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:rsidR="00575AF2" w:rsidRPr="0003653A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03653A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03653A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03653A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D90" w:rsidRDefault="00D91D90">
      <w:r>
        <w:separator/>
      </w:r>
    </w:p>
  </w:endnote>
  <w:endnote w:type="continuationSeparator" w:id="1">
    <w:p w:rsidR="00D91D90" w:rsidRDefault="00D91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1" w:rsidRDefault="001F2343" w:rsidP="008235B4">
    <w:pPr>
      <w:pStyle w:val="Footer"/>
      <w:jc w:val="center"/>
    </w:pPr>
    <w:r>
      <w:rPr>
        <w:noProof/>
      </w:rPr>
      <w:pict>
        <v:line id="_x0000_s2055" style="position:absolute;left:0;text-align:left;z-index:251659776" from="0,8.9pt" to="500.5pt,8.9pt"/>
      </w:pict>
    </w:r>
  </w:p>
  <w:p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1F2343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1F2343" w:rsidRPr="007F6FCF">
      <w:rPr>
        <w:rFonts w:ascii="Times New Roman" w:hAnsi="Times New Roman" w:cs="Times New Roman"/>
        <w:sz w:val="20"/>
      </w:rPr>
      <w:fldChar w:fldCharType="separate"/>
    </w:r>
    <w:r w:rsidR="007A6C83">
      <w:rPr>
        <w:rFonts w:ascii="Times New Roman" w:hAnsi="Times New Roman" w:cs="Times New Roman"/>
        <w:noProof/>
        <w:sz w:val="20"/>
      </w:rPr>
      <w:t>1</w:t>
    </w:r>
    <w:r w:rsidR="001F2343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D90" w:rsidRDefault="00D91D90">
      <w:r>
        <w:separator/>
      </w:r>
    </w:p>
  </w:footnote>
  <w:footnote w:type="continuationSeparator" w:id="1">
    <w:p w:rsidR="00D91D90" w:rsidRDefault="00D91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B4" w:rsidRDefault="001F2343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ineNumbers" o:spid="_x0000_s2052" type="#_x0000_t202" style="position:absolute;margin-left:-50.4pt;margin-top:0;width:36pt;height:9in;z-index:251658752;mso-wrap-style:tight;mso-position-horizontal-relative:margin;mso-position-vertical-relative:margin" stroked="f">
          <v:textbox style="mso-rotate-with-shape:t" inset="0,0,0,0">
            <w:txbxContent>
              <w:p w:rsidR="008235B4" w:rsidRDefault="008235B4" w:rsidP="008235B4">
                <w:pPr>
                  <w:jc w:val="right"/>
                </w:pPr>
                <w:r>
                  <w:t>1</w:t>
                </w:r>
              </w:p>
              <w:p w:rsidR="008235B4" w:rsidRDefault="008235B4" w:rsidP="008235B4">
                <w:pPr>
                  <w:jc w:val="right"/>
                </w:pPr>
                <w:r>
                  <w:t>2</w:t>
                </w:r>
              </w:p>
              <w:p w:rsidR="008235B4" w:rsidRDefault="008235B4" w:rsidP="008235B4">
                <w:pPr>
                  <w:jc w:val="right"/>
                </w:pPr>
                <w:r>
                  <w:t>3</w:t>
                </w:r>
              </w:p>
              <w:p w:rsidR="008235B4" w:rsidRDefault="008235B4" w:rsidP="008235B4">
                <w:pPr>
                  <w:jc w:val="right"/>
                </w:pPr>
                <w:r>
                  <w:t>4</w:t>
                </w:r>
              </w:p>
              <w:p w:rsidR="008235B4" w:rsidRDefault="008235B4" w:rsidP="008235B4">
                <w:pPr>
                  <w:jc w:val="right"/>
                </w:pPr>
                <w:r>
                  <w:t>5</w:t>
                </w:r>
              </w:p>
              <w:p w:rsidR="008235B4" w:rsidRDefault="008235B4" w:rsidP="008235B4">
                <w:pPr>
                  <w:jc w:val="right"/>
                </w:pPr>
                <w:r>
                  <w:t>6</w:t>
                </w:r>
              </w:p>
              <w:p w:rsidR="008235B4" w:rsidRDefault="008235B4" w:rsidP="008235B4">
                <w:pPr>
                  <w:jc w:val="right"/>
                </w:pPr>
                <w:r>
                  <w:t>7</w:t>
                </w:r>
              </w:p>
              <w:p w:rsidR="008235B4" w:rsidRDefault="008235B4" w:rsidP="008235B4">
                <w:pPr>
                  <w:jc w:val="right"/>
                </w:pPr>
                <w:r>
                  <w:t>8</w:t>
                </w:r>
              </w:p>
              <w:p w:rsidR="008235B4" w:rsidRDefault="008235B4" w:rsidP="008235B4">
                <w:pPr>
                  <w:jc w:val="right"/>
                </w:pPr>
                <w:r>
                  <w:t>9</w:t>
                </w:r>
              </w:p>
              <w:p w:rsidR="008235B4" w:rsidRDefault="008235B4" w:rsidP="008235B4">
                <w:pPr>
                  <w:jc w:val="right"/>
                </w:pPr>
                <w:r>
                  <w:t>10</w:t>
                </w:r>
              </w:p>
              <w:p w:rsidR="008235B4" w:rsidRDefault="008235B4" w:rsidP="008235B4">
                <w:pPr>
                  <w:jc w:val="right"/>
                </w:pPr>
                <w:r>
                  <w:t>11</w:t>
                </w:r>
              </w:p>
              <w:p w:rsidR="008235B4" w:rsidRDefault="008235B4" w:rsidP="008235B4">
                <w:pPr>
                  <w:jc w:val="right"/>
                </w:pPr>
                <w:r>
                  <w:t>12</w:t>
                </w:r>
              </w:p>
              <w:p w:rsidR="008235B4" w:rsidRDefault="008235B4" w:rsidP="008235B4">
                <w:pPr>
                  <w:jc w:val="right"/>
                </w:pPr>
                <w:r>
                  <w:t>13</w:t>
                </w:r>
              </w:p>
              <w:p w:rsidR="008235B4" w:rsidRDefault="008235B4" w:rsidP="008235B4">
                <w:pPr>
                  <w:jc w:val="right"/>
                </w:pPr>
                <w:r>
                  <w:t>14</w:t>
                </w:r>
              </w:p>
              <w:p w:rsidR="008235B4" w:rsidRDefault="008235B4" w:rsidP="008235B4">
                <w:pPr>
                  <w:jc w:val="right"/>
                </w:pPr>
                <w:r>
                  <w:t>15</w:t>
                </w:r>
              </w:p>
              <w:p w:rsidR="008235B4" w:rsidRDefault="008235B4" w:rsidP="008235B4">
                <w:pPr>
                  <w:jc w:val="right"/>
                </w:pPr>
                <w:r>
                  <w:t>16</w:t>
                </w:r>
              </w:p>
              <w:p w:rsidR="008235B4" w:rsidRDefault="008235B4" w:rsidP="008235B4">
                <w:pPr>
                  <w:jc w:val="right"/>
                </w:pPr>
                <w:r>
                  <w:t>17</w:t>
                </w:r>
              </w:p>
              <w:p w:rsidR="008235B4" w:rsidRDefault="008235B4" w:rsidP="008235B4">
                <w:pPr>
                  <w:jc w:val="right"/>
                </w:pPr>
                <w:r>
                  <w:t>18</w:t>
                </w:r>
              </w:p>
              <w:p w:rsidR="008235B4" w:rsidRDefault="008235B4" w:rsidP="008235B4">
                <w:pPr>
                  <w:jc w:val="right"/>
                </w:pPr>
                <w:r>
                  <w:t>19</w:t>
                </w:r>
              </w:p>
              <w:p w:rsidR="008235B4" w:rsidRDefault="008235B4" w:rsidP="008235B4">
                <w:pPr>
                  <w:jc w:val="right"/>
                </w:pPr>
                <w:r>
                  <w:t>20</w:t>
                </w:r>
              </w:p>
              <w:p w:rsidR="008235B4" w:rsidRDefault="008235B4" w:rsidP="008235B4">
                <w:pPr>
                  <w:jc w:val="right"/>
                </w:pPr>
                <w:r>
                  <w:t>21</w:t>
                </w:r>
              </w:p>
              <w:p w:rsidR="008235B4" w:rsidRDefault="008235B4" w:rsidP="008235B4">
                <w:pPr>
                  <w:jc w:val="right"/>
                </w:pPr>
                <w:r>
                  <w:t>22</w:t>
                </w:r>
              </w:p>
              <w:p w:rsidR="008235B4" w:rsidRDefault="008235B4" w:rsidP="008235B4">
                <w:pPr>
                  <w:jc w:val="right"/>
                </w:pPr>
                <w:r>
                  <w:t>23</w:t>
                </w:r>
              </w:p>
              <w:p w:rsidR="008235B4" w:rsidRDefault="008235B4" w:rsidP="008235B4">
                <w:pPr>
                  <w:jc w:val="right"/>
                </w:pPr>
                <w:r>
                  <w:t>24</w:t>
                </w:r>
              </w:p>
              <w:p w:rsidR="008235B4" w:rsidRDefault="008235B4" w:rsidP="008235B4">
                <w:pPr>
                  <w:jc w:val="right"/>
                </w:pPr>
                <w:r>
                  <w:t>25</w:t>
                </w:r>
              </w:p>
              <w:p w:rsidR="008235B4" w:rsidRDefault="008235B4" w:rsidP="008235B4">
                <w:pPr>
                  <w:jc w:val="right"/>
                </w:pPr>
                <w:r>
                  <w:t>26</w:t>
                </w:r>
              </w:p>
              <w:p w:rsidR="008235B4" w:rsidRDefault="008235B4" w:rsidP="008235B4">
                <w:pPr>
                  <w:jc w:val="right"/>
                </w:pPr>
                <w:r>
                  <w:t>27</w:t>
                </w:r>
              </w:p>
              <w:p w:rsidR="008235B4" w:rsidRDefault="008235B4" w:rsidP="008235B4">
                <w:pPr>
                  <w:jc w:val="right"/>
                </w:pPr>
                <w:r>
                  <w:t>28</w:t>
                </w:r>
              </w:p>
              <w:p w:rsidR="008235B4" w:rsidRDefault="008235B4" w:rsidP="008235B4">
                <w:pPr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</w:rPr>
      <w:pict>
        <v:line id="RightBorder" o:spid="_x0000_s2051" style="position:absolute;z-index:251657728;mso-position-horizontal-relative:margin;mso-position-vertical-relative:page" from="7in,0" to="7in,11in">
          <w10:wrap anchorx="margin" anchory="page"/>
        </v:line>
      </w:pict>
    </w:r>
    <w:r>
      <w:rPr>
        <w:noProof/>
      </w:rPr>
      <w:pict>
        <v:line id="LeftBorder2" o:spid="_x0000_s2050" style="position:absolute;z-index:251656704;mso-position-horizontal-relative:margin;mso-position-vertical-relative:page" from="-7.2pt,0" to="-7.2pt,11in">
          <w10:wrap anchorx="margin" anchory="page"/>
        </v:line>
      </w:pict>
    </w:r>
    <w:r>
      <w:rPr>
        <w:noProof/>
      </w:rPr>
      <w:pict>
        <v:line id="LeftBorder1" o:spid="_x0000_s2049" style="position:absolute;z-index:251655680;mso-position-horizontal-relative:margin;mso-position-vertical-relative:page" from="-3.6pt,0" to="-3.6pt,11in">
          <w10:wrap anchorx="margin" anchory="page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attachedTemplate r:id="rId1"/>
  <w:stylePaneFormatFilter w:val="3F01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AttorneyName" w:val="-1"/>
    <w:docVar w:name="CaptionBoxStyle" w:val="0"/>
    <w:docVar w:name="CourtAlignment" w:val="1"/>
    <w:docVar w:name="CourtName" w:val="SUPERIOR COURT OF THE STATE OF CALIFORNIA&#10;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3653A"/>
    <w:rsid w:val="000454BE"/>
    <w:rsid w:val="0004712F"/>
    <w:rsid w:val="00070793"/>
    <w:rsid w:val="00086088"/>
    <w:rsid w:val="000947E1"/>
    <w:rsid w:val="000E7309"/>
    <w:rsid w:val="000F62CC"/>
    <w:rsid w:val="001348F2"/>
    <w:rsid w:val="00150400"/>
    <w:rsid w:val="001E620B"/>
    <w:rsid w:val="001E6C7C"/>
    <w:rsid w:val="001F2343"/>
    <w:rsid w:val="00225FE3"/>
    <w:rsid w:val="002F448D"/>
    <w:rsid w:val="0031542D"/>
    <w:rsid w:val="00342F6D"/>
    <w:rsid w:val="00344E86"/>
    <w:rsid w:val="00364813"/>
    <w:rsid w:val="003B353E"/>
    <w:rsid w:val="003C41E6"/>
    <w:rsid w:val="003D53B7"/>
    <w:rsid w:val="003E184F"/>
    <w:rsid w:val="0043077F"/>
    <w:rsid w:val="004562EE"/>
    <w:rsid w:val="0047540C"/>
    <w:rsid w:val="00485530"/>
    <w:rsid w:val="004B2FF4"/>
    <w:rsid w:val="004F64B7"/>
    <w:rsid w:val="005574C9"/>
    <w:rsid w:val="00575AF2"/>
    <w:rsid w:val="005F111D"/>
    <w:rsid w:val="00634447"/>
    <w:rsid w:val="0065382B"/>
    <w:rsid w:val="0068088C"/>
    <w:rsid w:val="00683CF3"/>
    <w:rsid w:val="00696184"/>
    <w:rsid w:val="006A34C5"/>
    <w:rsid w:val="006C53E8"/>
    <w:rsid w:val="006D00F8"/>
    <w:rsid w:val="006E093F"/>
    <w:rsid w:val="007670A6"/>
    <w:rsid w:val="0077030A"/>
    <w:rsid w:val="00772D09"/>
    <w:rsid w:val="007A6C83"/>
    <w:rsid w:val="007F6FCF"/>
    <w:rsid w:val="00822210"/>
    <w:rsid w:val="008235B4"/>
    <w:rsid w:val="00823705"/>
    <w:rsid w:val="00844AFF"/>
    <w:rsid w:val="0085186C"/>
    <w:rsid w:val="008A2FE0"/>
    <w:rsid w:val="008D1442"/>
    <w:rsid w:val="00905D37"/>
    <w:rsid w:val="00924AF7"/>
    <w:rsid w:val="00956C86"/>
    <w:rsid w:val="00A15C32"/>
    <w:rsid w:val="00A937C8"/>
    <w:rsid w:val="00AB1C34"/>
    <w:rsid w:val="00B1019A"/>
    <w:rsid w:val="00B276B2"/>
    <w:rsid w:val="00B33FCB"/>
    <w:rsid w:val="00B451EA"/>
    <w:rsid w:val="00B817A4"/>
    <w:rsid w:val="00BB79E0"/>
    <w:rsid w:val="00BE4321"/>
    <w:rsid w:val="00BF1A28"/>
    <w:rsid w:val="00C156A1"/>
    <w:rsid w:val="00C1788A"/>
    <w:rsid w:val="00C36552"/>
    <w:rsid w:val="00C37D9A"/>
    <w:rsid w:val="00C57616"/>
    <w:rsid w:val="00C73D2D"/>
    <w:rsid w:val="00CC3C1C"/>
    <w:rsid w:val="00CE5E93"/>
    <w:rsid w:val="00D20A2C"/>
    <w:rsid w:val="00D32ED4"/>
    <w:rsid w:val="00D4680A"/>
    <w:rsid w:val="00D91D90"/>
    <w:rsid w:val="00DE56AE"/>
    <w:rsid w:val="00DF1013"/>
    <w:rsid w:val="00E277AD"/>
    <w:rsid w:val="00E40399"/>
    <w:rsid w:val="00E946B0"/>
    <w:rsid w:val="00EB200C"/>
    <w:rsid w:val="00EF687C"/>
    <w:rsid w:val="00F457FC"/>
    <w:rsid w:val="00F47457"/>
    <w:rsid w:val="00F7536D"/>
    <w:rsid w:val="00F80948"/>
    <w:rsid w:val="00FA5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2021-02-17T19:39:00Z</dcterms:created>
  <dcterms:modified xsi:type="dcterms:W3CDTF">2023-04-21T15:26:00Z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